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3EE2B" w14:textId="031964E8" w:rsidR="0068022B" w:rsidRPr="0068022B" w:rsidRDefault="00EB309B" w:rsidP="0068022B">
      <w:pPr>
        <w:jc w:val="center"/>
        <w:rPr>
          <w:b/>
          <w:sz w:val="32"/>
        </w:rPr>
      </w:pPr>
      <w:r>
        <w:rPr>
          <w:b/>
          <w:sz w:val="32"/>
        </w:rPr>
        <w:t>SCSU RDG 567 &amp; 568</w:t>
      </w:r>
      <w:r w:rsidR="005048EA">
        <w:rPr>
          <w:b/>
          <w:sz w:val="32"/>
        </w:rPr>
        <w:t xml:space="preserve"> – Assessment Review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8022B" w:rsidRPr="0068022B" w14:paraId="28741338" w14:textId="77777777" w:rsidTr="0068022B">
        <w:tc>
          <w:tcPr>
            <w:tcW w:w="9576" w:type="dxa"/>
          </w:tcPr>
          <w:p w14:paraId="5634A403" w14:textId="77777777" w:rsidR="00590C7C" w:rsidRDefault="0068022B" w:rsidP="00590C7C">
            <w:pPr>
              <w:rPr>
                <w:sz w:val="28"/>
              </w:rPr>
            </w:pPr>
            <w:r w:rsidRPr="0068022B">
              <w:rPr>
                <w:sz w:val="28"/>
              </w:rPr>
              <w:t>Test Name:</w:t>
            </w:r>
            <w:r w:rsidR="00590C7C">
              <w:rPr>
                <w:sz w:val="28"/>
              </w:rPr>
              <w:t xml:space="preserve">  </w:t>
            </w:r>
          </w:p>
          <w:p w14:paraId="4A5483E8" w14:textId="77777777" w:rsidR="005604DE" w:rsidRDefault="005604DE" w:rsidP="0074652B">
            <w:pPr>
              <w:rPr>
                <w:rFonts w:ascii="Times" w:eastAsia="Times New Roman" w:hAnsi="Times" w:cs="Times New Roman"/>
                <w:b/>
                <w:bCs/>
                <w:color w:val="17365D" w:themeColor="text2" w:themeShade="BF"/>
                <w:kern w:val="36"/>
              </w:rPr>
            </w:pPr>
          </w:p>
          <w:p w14:paraId="5306017E" w14:textId="77777777" w:rsidR="0074652B" w:rsidRPr="00590C7C" w:rsidRDefault="0074652B" w:rsidP="0074652B"/>
        </w:tc>
      </w:tr>
      <w:tr w:rsidR="0068022B" w:rsidRPr="0068022B" w14:paraId="19E6FF4F" w14:textId="77777777" w:rsidTr="0068022B">
        <w:tc>
          <w:tcPr>
            <w:tcW w:w="9576" w:type="dxa"/>
          </w:tcPr>
          <w:p w14:paraId="08121A06" w14:textId="77777777" w:rsidR="00590C7C" w:rsidRDefault="0068022B" w:rsidP="00351045">
            <w:pPr>
              <w:rPr>
                <w:sz w:val="28"/>
              </w:rPr>
            </w:pPr>
            <w:r w:rsidRPr="0068022B">
              <w:rPr>
                <w:sz w:val="28"/>
              </w:rPr>
              <w:t>Reactions:</w:t>
            </w:r>
            <w:r w:rsidR="00590C7C">
              <w:rPr>
                <w:sz w:val="28"/>
              </w:rPr>
              <w:t xml:space="preserve"> </w:t>
            </w:r>
          </w:p>
          <w:p w14:paraId="3585FC85" w14:textId="77777777" w:rsidR="0068022B" w:rsidRDefault="0068022B" w:rsidP="0074652B">
            <w:pPr>
              <w:rPr>
                <w:color w:val="17365D" w:themeColor="text2" w:themeShade="BF"/>
              </w:rPr>
            </w:pPr>
          </w:p>
          <w:p w14:paraId="70355D98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4CE41BD9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0B9CD012" w14:textId="77777777" w:rsidR="0074652B" w:rsidRPr="00590C7C" w:rsidRDefault="0074652B" w:rsidP="0074652B"/>
        </w:tc>
      </w:tr>
      <w:tr w:rsidR="0068022B" w:rsidRPr="0068022B" w14:paraId="0B4715B9" w14:textId="77777777" w:rsidTr="0068022B">
        <w:tc>
          <w:tcPr>
            <w:tcW w:w="9576" w:type="dxa"/>
          </w:tcPr>
          <w:p w14:paraId="4DDD3917" w14:textId="77777777" w:rsidR="0068022B" w:rsidRDefault="0068022B" w:rsidP="00351045">
            <w:pPr>
              <w:rPr>
                <w:sz w:val="28"/>
              </w:rPr>
            </w:pPr>
            <w:r w:rsidRPr="0068022B">
              <w:rPr>
                <w:sz w:val="28"/>
              </w:rPr>
              <w:t>Components Addressed: (NRP)</w:t>
            </w:r>
          </w:p>
          <w:p w14:paraId="27554681" w14:textId="77777777" w:rsidR="0068022B" w:rsidRDefault="0068022B" w:rsidP="0074652B">
            <w:pPr>
              <w:rPr>
                <w:color w:val="17365D" w:themeColor="text2" w:themeShade="BF"/>
              </w:rPr>
            </w:pPr>
          </w:p>
          <w:p w14:paraId="660D2C3F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2267539E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0D7E99EF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562602D2" w14:textId="77777777" w:rsidR="0074652B" w:rsidRPr="0068022B" w:rsidRDefault="0074652B" w:rsidP="0074652B">
            <w:pPr>
              <w:rPr>
                <w:sz w:val="28"/>
              </w:rPr>
            </w:pPr>
          </w:p>
        </w:tc>
      </w:tr>
      <w:tr w:rsidR="0068022B" w:rsidRPr="0068022B" w14:paraId="68422BDE" w14:textId="77777777" w:rsidTr="0068022B">
        <w:tc>
          <w:tcPr>
            <w:tcW w:w="9576" w:type="dxa"/>
          </w:tcPr>
          <w:p w14:paraId="41190F1B" w14:textId="77777777" w:rsidR="0068022B" w:rsidRDefault="0068022B" w:rsidP="00351045">
            <w:pPr>
              <w:rPr>
                <w:sz w:val="28"/>
              </w:rPr>
            </w:pPr>
            <w:r w:rsidRPr="0068022B">
              <w:rPr>
                <w:sz w:val="28"/>
              </w:rPr>
              <w:t>Data Generated (Stanines / Grade Equivalents)</w:t>
            </w:r>
          </w:p>
          <w:p w14:paraId="2CD227C6" w14:textId="77777777" w:rsidR="0068022B" w:rsidRDefault="0068022B" w:rsidP="0074652B">
            <w:pPr>
              <w:rPr>
                <w:color w:val="17365D" w:themeColor="text2" w:themeShade="BF"/>
              </w:rPr>
            </w:pPr>
          </w:p>
          <w:p w14:paraId="154C91E7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70FF88FF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16378C1C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41655A33" w14:textId="77777777" w:rsidR="0074652B" w:rsidRPr="0068022B" w:rsidRDefault="0074652B" w:rsidP="0074652B">
            <w:pPr>
              <w:rPr>
                <w:sz w:val="28"/>
              </w:rPr>
            </w:pPr>
          </w:p>
        </w:tc>
      </w:tr>
      <w:tr w:rsidR="0068022B" w:rsidRPr="0068022B" w14:paraId="5CE1234C" w14:textId="77777777" w:rsidTr="0068022B">
        <w:tc>
          <w:tcPr>
            <w:tcW w:w="9576" w:type="dxa"/>
          </w:tcPr>
          <w:p w14:paraId="4D99DF94" w14:textId="77777777" w:rsidR="0068022B" w:rsidRDefault="0068022B" w:rsidP="00351045">
            <w:pPr>
              <w:rPr>
                <w:sz w:val="28"/>
              </w:rPr>
            </w:pPr>
            <w:r w:rsidRPr="0068022B">
              <w:rPr>
                <w:sz w:val="28"/>
              </w:rPr>
              <w:t>Reliability Information:</w:t>
            </w:r>
            <w:r w:rsidR="00351045">
              <w:rPr>
                <w:sz w:val="28"/>
              </w:rPr>
              <w:t xml:space="preserve"> </w:t>
            </w:r>
          </w:p>
          <w:p w14:paraId="16023181" w14:textId="77777777" w:rsidR="0068022B" w:rsidRDefault="0068022B" w:rsidP="0074652B">
            <w:pPr>
              <w:rPr>
                <w:color w:val="17365D" w:themeColor="text2" w:themeShade="BF"/>
              </w:rPr>
            </w:pPr>
          </w:p>
          <w:p w14:paraId="6D31DC02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6C06D02E" w14:textId="77777777" w:rsidR="0074652B" w:rsidRDefault="0074652B" w:rsidP="0074652B">
            <w:pPr>
              <w:rPr>
                <w:sz w:val="28"/>
              </w:rPr>
            </w:pPr>
          </w:p>
          <w:p w14:paraId="14D8D146" w14:textId="77777777" w:rsidR="0074652B" w:rsidRPr="0068022B" w:rsidRDefault="0074652B" w:rsidP="0074652B">
            <w:pPr>
              <w:rPr>
                <w:sz w:val="28"/>
              </w:rPr>
            </w:pPr>
          </w:p>
        </w:tc>
      </w:tr>
      <w:tr w:rsidR="0068022B" w:rsidRPr="0068022B" w14:paraId="799E9FBA" w14:textId="77777777" w:rsidTr="0068022B">
        <w:tc>
          <w:tcPr>
            <w:tcW w:w="9576" w:type="dxa"/>
          </w:tcPr>
          <w:p w14:paraId="441415A4" w14:textId="77777777" w:rsidR="0068022B" w:rsidRDefault="0068022B" w:rsidP="00351045">
            <w:pPr>
              <w:rPr>
                <w:sz w:val="28"/>
              </w:rPr>
            </w:pPr>
            <w:r w:rsidRPr="0068022B">
              <w:rPr>
                <w:sz w:val="28"/>
              </w:rPr>
              <w:t>Validity Information:</w:t>
            </w:r>
          </w:p>
          <w:p w14:paraId="40792452" w14:textId="77777777" w:rsidR="00992C6D" w:rsidRDefault="00992C6D" w:rsidP="0074652B">
            <w:pPr>
              <w:rPr>
                <w:color w:val="17365D" w:themeColor="text2" w:themeShade="BF"/>
              </w:rPr>
            </w:pPr>
          </w:p>
          <w:p w14:paraId="02732294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5C6D75E3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6E5064FF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518F1828" w14:textId="11E6D4C9" w:rsidR="0074652B" w:rsidRPr="00351045" w:rsidRDefault="0074652B" w:rsidP="0074652B">
            <w:pPr>
              <w:rPr>
                <w:color w:val="17365D" w:themeColor="text2" w:themeShade="BF"/>
              </w:rPr>
            </w:pPr>
          </w:p>
        </w:tc>
      </w:tr>
      <w:tr w:rsidR="0068022B" w14:paraId="175145CB" w14:textId="77777777" w:rsidTr="0068022B">
        <w:tc>
          <w:tcPr>
            <w:tcW w:w="9576" w:type="dxa"/>
          </w:tcPr>
          <w:p w14:paraId="5562A3AC" w14:textId="77777777" w:rsidR="0068022B" w:rsidRDefault="0068022B" w:rsidP="00351045">
            <w:pPr>
              <w:rPr>
                <w:sz w:val="28"/>
              </w:rPr>
            </w:pPr>
            <w:r w:rsidRPr="0068022B">
              <w:rPr>
                <w:sz w:val="28"/>
              </w:rPr>
              <w:t>Implications for Instruction / Recommendations:</w:t>
            </w:r>
          </w:p>
          <w:p w14:paraId="21FD0CB1" w14:textId="77777777" w:rsidR="0068022B" w:rsidRDefault="0068022B" w:rsidP="0074652B">
            <w:pPr>
              <w:rPr>
                <w:color w:val="17365D" w:themeColor="text2" w:themeShade="BF"/>
              </w:rPr>
            </w:pPr>
          </w:p>
          <w:p w14:paraId="03DC9628" w14:textId="77777777" w:rsidR="0074652B" w:rsidRDefault="0074652B" w:rsidP="0074652B">
            <w:pPr>
              <w:rPr>
                <w:color w:val="17365D" w:themeColor="text2" w:themeShade="BF"/>
              </w:rPr>
            </w:pPr>
          </w:p>
          <w:p w14:paraId="1D3F7B2E" w14:textId="77777777" w:rsidR="0074652B" w:rsidRDefault="0074652B" w:rsidP="0074652B">
            <w:pPr>
              <w:rPr>
                <w:sz w:val="28"/>
              </w:rPr>
            </w:pPr>
          </w:p>
          <w:p w14:paraId="276566F5" w14:textId="77777777" w:rsidR="0074652B" w:rsidRDefault="0074652B" w:rsidP="0074652B">
            <w:pPr>
              <w:rPr>
                <w:sz w:val="28"/>
              </w:rPr>
            </w:pPr>
          </w:p>
          <w:p w14:paraId="782B9746" w14:textId="77777777" w:rsidR="0074652B" w:rsidRDefault="0074652B" w:rsidP="0074652B">
            <w:pPr>
              <w:rPr>
                <w:sz w:val="28"/>
              </w:rPr>
            </w:pPr>
          </w:p>
          <w:p w14:paraId="2D7C5EE5" w14:textId="77777777" w:rsidR="0074652B" w:rsidRPr="0068022B" w:rsidRDefault="0074652B" w:rsidP="0074652B">
            <w:pPr>
              <w:rPr>
                <w:sz w:val="28"/>
              </w:rPr>
            </w:pPr>
            <w:bookmarkStart w:id="0" w:name="_GoBack"/>
            <w:bookmarkEnd w:id="0"/>
          </w:p>
        </w:tc>
      </w:tr>
    </w:tbl>
    <w:p w14:paraId="23EF44FB" w14:textId="77777777" w:rsidR="0068022B" w:rsidRDefault="0068022B" w:rsidP="0068022B"/>
    <w:p w14:paraId="2E3DF30C" w14:textId="342C4919" w:rsidR="006F31B0" w:rsidRDefault="006F31B0" w:rsidP="0068022B"/>
    <w:sectPr w:rsidR="006F31B0" w:rsidSect="00EB309B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E3"/>
    <w:rsid w:val="0001798D"/>
    <w:rsid w:val="001D1035"/>
    <w:rsid w:val="00234C8E"/>
    <w:rsid w:val="00351045"/>
    <w:rsid w:val="00355EE3"/>
    <w:rsid w:val="005048EA"/>
    <w:rsid w:val="005604DE"/>
    <w:rsid w:val="00590C7C"/>
    <w:rsid w:val="0068022B"/>
    <w:rsid w:val="006F31B0"/>
    <w:rsid w:val="0074652B"/>
    <w:rsid w:val="00880DE7"/>
    <w:rsid w:val="00943012"/>
    <w:rsid w:val="00992C6D"/>
    <w:rsid w:val="00A37EA4"/>
    <w:rsid w:val="00BB1E14"/>
    <w:rsid w:val="00C903EB"/>
    <w:rsid w:val="00EB309B"/>
    <w:rsid w:val="00FD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31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0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AE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AE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0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AE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AE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5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rafferty:Library:Caches:TemporaryItems:Outlook%20Temp:Guided%20Practice%20Work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Guided Practice Worksheet.dotx</Template>
  <TotalTime>2</TotalTime>
  <Pages>1</Pages>
  <Words>40</Words>
  <Characters>234</Characters>
  <Application>Microsoft Macintosh Word</Application>
  <DocSecurity>0</DocSecurity>
  <Lines>1</Lines>
  <Paragraphs>1</Paragraphs>
  <ScaleCrop>false</ScaleCrop>
  <Company>HP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Rafferty</dc:creator>
  <cp:lastModifiedBy>Michael Rafferty</cp:lastModifiedBy>
  <cp:revision>2</cp:revision>
  <cp:lastPrinted>2012-03-23T19:42:00Z</cp:lastPrinted>
  <dcterms:created xsi:type="dcterms:W3CDTF">2013-03-26T00:18:00Z</dcterms:created>
  <dcterms:modified xsi:type="dcterms:W3CDTF">2013-03-26T00:18:00Z</dcterms:modified>
</cp:coreProperties>
</file>